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DDA1B2" w14:textId="28657FA9" w:rsidR="00004D9C" w:rsidRPr="00355099" w:rsidRDefault="00004D9C" w:rsidP="00355099">
      <w:pPr>
        <w:pStyle w:val="Title"/>
        <w:rPr>
          <w:rFonts w:ascii="Arial Narrow" w:hAnsi="Arial Narrow"/>
        </w:rPr>
      </w:pPr>
      <w:bookmarkStart w:id="0" w:name="_GoBack"/>
      <w:bookmarkEnd w:id="0"/>
      <w:r>
        <w:rPr>
          <w:rFonts w:ascii="Arial Narrow" w:hAnsi="Arial Narrow"/>
        </w:rPr>
        <w:t>Casc</w:t>
      </w:r>
      <w:r w:rsidR="00821E79">
        <w:rPr>
          <w:rFonts w:ascii="Arial Narrow" w:hAnsi="Arial Narrow"/>
        </w:rPr>
        <w:t>adia &amp; NSD Math Partnership 2012 - 2013</w:t>
      </w:r>
    </w:p>
    <w:p w14:paraId="1390FEB6" w14:textId="77777777" w:rsidR="00004D9C" w:rsidRPr="00DA02E6" w:rsidRDefault="00004D9C" w:rsidP="00004D9C">
      <w:pPr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Cascadia Community College</w:t>
      </w:r>
    </w:p>
    <w:p w14:paraId="3C8845D0" w14:textId="7E26A2C8" w:rsidR="00004D9C" w:rsidRPr="00DA02E6" w:rsidRDefault="00AF39DF" w:rsidP="00004D9C">
      <w:pPr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2:00 PM – 3:2</w:t>
      </w:r>
      <w:r w:rsidR="00F31B34">
        <w:rPr>
          <w:rFonts w:ascii="Arial Narrow" w:hAnsi="Arial Narrow"/>
          <w:b/>
          <w:sz w:val="28"/>
          <w:szCs w:val="28"/>
        </w:rPr>
        <w:t xml:space="preserve">0 </w:t>
      </w:r>
      <w:r w:rsidR="00004D9C">
        <w:rPr>
          <w:rFonts w:ascii="Arial Narrow" w:hAnsi="Arial Narrow"/>
          <w:b/>
          <w:sz w:val="28"/>
          <w:szCs w:val="28"/>
        </w:rPr>
        <w:t>PM</w:t>
      </w:r>
    </w:p>
    <w:p w14:paraId="52EB1128" w14:textId="23686E49" w:rsidR="00004D9C" w:rsidRPr="00DA02E6" w:rsidRDefault="00C37AC4" w:rsidP="00004D9C">
      <w:pPr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March 14, 2013</w:t>
      </w:r>
    </w:p>
    <w:p w14:paraId="1EFE0825" w14:textId="77777777" w:rsidR="00004D9C" w:rsidRPr="00494F80" w:rsidRDefault="00004D9C" w:rsidP="00004D9C">
      <w:pPr>
        <w:rPr>
          <w:rFonts w:ascii="Arial Narrow" w:hAnsi="Arial Narrow"/>
          <w:b/>
          <w:szCs w:val="24"/>
        </w:rPr>
      </w:pPr>
    </w:p>
    <w:p w14:paraId="49927418" w14:textId="77777777" w:rsidR="00494F80" w:rsidRPr="00494F80" w:rsidRDefault="00494F80" w:rsidP="00494F80">
      <w:pPr>
        <w:rPr>
          <w:rFonts w:ascii="Arial Narrow" w:hAnsi="Arial Narrow"/>
          <w:b/>
          <w:szCs w:val="24"/>
        </w:rPr>
      </w:pPr>
      <w:r w:rsidRPr="00494F80">
        <w:rPr>
          <w:rFonts w:ascii="Arial Narrow" w:hAnsi="Arial Narrow"/>
          <w:b/>
          <w:szCs w:val="24"/>
        </w:rPr>
        <w:t>Goals for our work:</w:t>
      </w:r>
    </w:p>
    <w:p w14:paraId="127C95F6" w14:textId="77777777" w:rsidR="00494F80" w:rsidRPr="00494F80" w:rsidRDefault="00494F80" w:rsidP="00494F80">
      <w:pPr>
        <w:numPr>
          <w:ilvl w:val="0"/>
          <w:numId w:val="1"/>
        </w:numPr>
        <w:rPr>
          <w:rFonts w:ascii="Arial Narrow" w:hAnsi="Arial Narrow"/>
          <w:b/>
          <w:szCs w:val="24"/>
        </w:rPr>
      </w:pPr>
      <w:r w:rsidRPr="00494F80">
        <w:rPr>
          <w:rFonts w:ascii="Arial Narrow" w:hAnsi="Arial Narrow"/>
          <w:b/>
          <w:szCs w:val="24"/>
        </w:rPr>
        <w:t>Deepen our understanding of the CCSS through focused conversations on how our work aligns to or could align to the CCSS for Mathematics.</w:t>
      </w:r>
    </w:p>
    <w:p w14:paraId="5091BEA8" w14:textId="77777777" w:rsidR="00494F80" w:rsidRPr="00494F80" w:rsidRDefault="00494F80" w:rsidP="00494F80">
      <w:pPr>
        <w:numPr>
          <w:ilvl w:val="0"/>
          <w:numId w:val="1"/>
        </w:numPr>
        <w:rPr>
          <w:rFonts w:ascii="Arial Narrow" w:hAnsi="Arial Narrow"/>
          <w:b/>
          <w:szCs w:val="24"/>
        </w:rPr>
      </w:pPr>
      <w:r w:rsidRPr="00494F80">
        <w:rPr>
          <w:rFonts w:ascii="Arial Narrow" w:hAnsi="Arial Narrow"/>
          <w:b/>
          <w:szCs w:val="24"/>
        </w:rPr>
        <w:t>Use common assessments items as a framework for discussions about student learning and instructional practices.</w:t>
      </w:r>
    </w:p>
    <w:p w14:paraId="024C0708" w14:textId="77777777" w:rsidR="00494F80" w:rsidRPr="00494F80" w:rsidRDefault="00494F80" w:rsidP="00494F80">
      <w:pPr>
        <w:numPr>
          <w:ilvl w:val="0"/>
          <w:numId w:val="1"/>
        </w:numPr>
        <w:rPr>
          <w:rFonts w:ascii="Arial Narrow" w:hAnsi="Arial Narrow"/>
          <w:b/>
          <w:szCs w:val="24"/>
        </w:rPr>
      </w:pPr>
      <w:r w:rsidRPr="00494F80">
        <w:rPr>
          <w:rFonts w:ascii="Arial Narrow" w:hAnsi="Arial Narrow"/>
          <w:b/>
          <w:szCs w:val="24"/>
        </w:rPr>
        <w:t>Collaborate and connect with math professionals in the Cascadia and Northshore School District cohort.</w:t>
      </w:r>
    </w:p>
    <w:p w14:paraId="43CF3571" w14:textId="77777777" w:rsidR="00515FC5" w:rsidRPr="00D45504" w:rsidRDefault="00515FC5" w:rsidP="00515FC5">
      <w:pPr>
        <w:ind w:left="720"/>
        <w:rPr>
          <w:rFonts w:ascii="Arial Narrow" w:hAnsi="Arial Narrow"/>
          <w:b/>
          <w:szCs w:val="24"/>
        </w:rPr>
      </w:pPr>
    </w:p>
    <w:p w14:paraId="194CB1F1" w14:textId="00F5BE37" w:rsidR="00004D9C" w:rsidRPr="00D45504" w:rsidRDefault="00004D9C" w:rsidP="002E66FF">
      <w:pPr>
        <w:pStyle w:val="Heading1"/>
        <w:jc w:val="left"/>
        <w:rPr>
          <w:rFonts w:ascii="Arial Narrow" w:hAnsi="Arial Narrow"/>
          <w:sz w:val="24"/>
          <w:szCs w:val="24"/>
        </w:rPr>
      </w:pPr>
      <w:r w:rsidRPr="00D45504">
        <w:rPr>
          <w:rFonts w:ascii="Arial Narrow" w:hAnsi="Arial Narrow"/>
          <w:sz w:val="24"/>
          <w:szCs w:val="24"/>
        </w:rPr>
        <w:t>Agenda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40"/>
        <w:gridCol w:w="9288"/>
      </w:tblGrid>
      <w:tr w:rsidR="00625B85" w:rsidRPr="00D45504" w14:paraId="55462A32" w14:textId="77777777" w:rsidTr="001F6FE8">
        <w:tc>
          <w:tcPr>
            <w:tcW w:w="1440" w:type="dxa"/>
            <w:shd w:val="clear" w:color="auto" w:fill="auto"/>
          </w:tcPr>
          <w:p w14:paraId="2E532FF0" w14:textId="26EFCE43" w:rsidR="00004D9C" w:rsidRPr="00D45504" w:rsidRDefault="00AF39DF" w:rsidP="001440AE">
            <w:pPr>
              <w:rPr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 xml:space="preserve">2:00 – </w:t>
            </w:r>
            <w:r w:rsidR="0030647D">
              <w:rPr>
                <w:rFonts w:ascii="Arial Narrow" w:hAnsi="Arial Narrow"/>
                <w:b/>
                <w:szCs w:val="24"/>
              </w:rPr>
              <w:t>2:3</w:t>
            </w:r>
            <w:r w:rsidR="00AC48BF">
              <w:rPr>
                <w:rFonts w:ascii="Arial Narrow" w:hAnsi="Arial Narrow"/>
                <w:b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179E768D" w14:textId="4A426FD5" w:rsidR="00ED6926" w:rsidRPr="00EA2672" w:rsidRDefault="00D90205" w:rsidP="00ED6926">
            <w:pPr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Sharing the</w:t>
            </w:r>
            <w:r w:rsidR="00AC48BF">
              <w:rPr>
                <w:rFonts w:ascii="Arial Narrow" w:hAnsi="Arial Narrow"/>
                <w:b/>
                <w:szCs w:val="24"/>
              </w:rPr>
              <w:t xml:space="preserve"> Formative Assessment </w:t>
            </w:r>
            <w:r>
              <w:rPr>
                <w:rFonts w:ascii="Arial Narrow" w:hAnsi="Arial Narrow"/>
                <w:b/>
                <w:szCs w:val="24"/>
              </w:rPr>
              <w:t xml:space="preserve">we tried </w:t>
            </w:r>
            <w:r w:rsidR="00AC48BF">
              <w:rPr>
                <w:rFonts w:ascii="Arial Narrow" w:hAnsi="Arial Narrow"/>
                <w:b/>
                <w:szCs w:val="24"/>
              </w:rPr>
              <w:t>in our Classrooms</w:t>
            </w:r>
          </w:p>
          <w:p w14:paraId="3536BDF0" w14:textId="257CC5FC" w:rsidR="00ED6926" w:rsidRDefault="00843528" w:rsidP="00ED6926">
            <w:pPr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Process for sharing our work with each other:</w:t>
            </w:r>
          </w:p>
          <w:p w14:paraId="43CFFEC9" w14:textId="6319E760" w:rsidR="00272217" w:rsidRPr="002B5A13" w:rsidRDefault="00D262A2" w:rsidP="002B5A13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A volunteer</w:t>
            </w:r>
            <w:r w:rsidR="00272217" w:rsidRPr="002B5A13">
              <w:rPr>
                <w:rFonts w:ascii="Arial Narrow" w:hAnsi="Arial Narrow"/>
                <w:szCs w:val="24"/>
              </w:rPr>
              <w:t xml:space="preserve"> share</w:t>
            </w:r>
            <w:r>
              <w:rPr>
                <w:rFonts w:ascii="Arial Narrow" w:hAnsi="Arial Narrow"/>
                <w:szCs w:val="24"/>
              </w:rPr>
              <w:t>s</w:t>
            </w:r>
            <w:r w:rsidR="00272217" w:rsidRPr="002B5A13">
              <w:rPr>
                <w:rFonts w:ascii="Arial Narrow" w:hAnsi="Arial Narrow"/>
                <w:szCs w:val="24"/>
              </w:rPr>
              <w:t xml:space="preserve"> his/her formative assessment strategy and evidence</w:t>
            </w:r>
          </w:p>
          <w:p w14:paraId="581BF166" w14:textId="05B91A1B" w:rsidR="00272217" w:rsidRPr="002B5A13" w:rsidRDefault="00272217" w:rsidP="002B5A13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Cs w:val="24"/>
              </w:rPr>
            </w:pPr>
            <w:r w:rsidRPr="002B5A13">
              <w:rPr>
                <w:rFonts w:ascii="Arial Narrow" w:hAnsi="Arial Narrow"/>
                <w:szCs w:val="24"/>
              </w:rPr>
              <w:t xml:space="preserve">The other </w:t>
            </w:r>
            <w:r w:rsidR="00D262A2">
              <w:rPr>
                <w:rFonts w:ascii="Arial Narrow" w:hAnsi="Arial Narrow"/>
                <w:szCs w:val="24"/>
              </w:rPr>
              <w:t>participants each have an opportunity</w:t>
            </w:r>
            <w:r w:rsidRPr="002B5A13">
              <w:rPr>
                <w:rFonts w:ascii="Arial Narrow" w:hAnsi="Arial Narrow"/>
                <w:szCs w:val="24"/>
              </w:rPr>
              <w:t xml:space="preserve"> to respond to the strategy – saying what it makes them consider, what questions it raises for them, etc.</w:t>
            </w:r>
          </w:p>
          <w:p w14:paraId="4A4BC484" w14:textId="2B750A09" w:rsidR="00D262A2" w:rsidRDefault="00D262A2" w:rsidP="00D262A2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 xml:space="preserve">The first participant </w:t>
            </w:r>
            <w:r w:rsidR="0030647D" w:rsidRPr="002B5A13">
              <w:rPr>
                <w:rFonts w:ascii="Arial Narrow" w:hAnsi="Arial Narrow"/>
                <w:szCs w:val="24"/>
              </w:rPr>
              <w:t>respond</w:t>
            </w:r>
            <w:r>
              <w:rPr>
                <w:rFonts w:ascii="Arial Narrow" w:hAnsi="Arial Narrow"/>
                <w:szCs w:val="24"/>
              </w:rPr>
              <w:t>s</w:t>
            </w:r>
            <w:r w:rsidR="0030647D" w:rsidRPr="002B5A13">
              <w:rPr>
                <w:rFonts w:ascii="Arial Narrow" w:hAnsi="Arial Narrow"/>
                <w:szCs w:val="24"/>
              </w:rPr>
              <w:t xml:space="preserve"> to or build</w:t>
            </w:r>
            <w:r>
              <w:rPr>
                <w:rFonts w:ascii="Arial Narrow" w:hAnsi="Arial Narrow"/>
                <w:szCs w:val="24"/>
              </w:rPr>
              <w:t>s</w:t>
            </w:r>
            <w:r w:rsidR="0030647D" w:rsidRPr="002B5A13">
              <w:rPr>
                <w:rFonts w:ascii="Arial Narrow" w:hAnsi="Arial Narrow"/>
                <w:szCs w:val="24"/>
              </w:rPr>
              <w:t xml:space="preserve"> on what he/she heard from the other participants</w:t>
            </w:r>
          </w:p>
          <w:p w14:paraId="722C2062" w14:textId="29015DEA" w:rsidR="00843528" w:rsidRPr="00843528" w:rsidRDefault="00843528" w:rsidP="00843528">
            <w:pPr>
              <w:ind w:left="360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The same pattern is followed until all members have had a chance to be the presenter</w:t>
            </w:r>
          </w:p>
          <w:p w14:paraId="63D58214" w14:textId="77777777" w:rsidR="00004D9C" w:rsidRDefault="00004D9C" w:rsidP="00020C36">
            <w:pPr>
              <w:rPr>
                <w:rFonts w:ascii="Arial Narrow" w:hAnsi="Arial Narrow"/>
                <w:b/>
                <w:szCs w:val="24"/>
              </w:rPr>
            </w:pPr>
          </w:p>
          <w:p w14:paraId="1038273E" w14:textId="1260C1A2" w:rsidR="007E41CF" w:rsidRPr="00D45504" w:rsidRDefault="007E41CF" w:rsidP="00020C36">
            <w:pPr>
              <w:rPr>
                <w:rFonts w:ascii="Arial Narrow" w:hAnsi="Arial Narrow"/>
                <w:b/>
                <w:szCs w:val="24"/>
              </w:rPr>
            </w:pPr>
          </w:p>
        </w:tc>
      </w:tr>
      <w:tr w:rsidR="00E71298" w:rsidRPr="00D45504" w14:paraId="761741BB" w14:textId="77777777" w:rsidTr="001F6FE8">
        <w:tc>
          <w:tcPr>
            <w:tcW w:w="1440" w:type="dxa"/>
            <w:shd w:val="clear" w:color="auto" w:fill="auto"/>
          </w:tcPr>
          <w:p w14:paraId="7D99B56E" w14:textId="012F4A1A" w:rsidR="00E71298" w:rsidRDefault="0070497A" w:rsidP="00020C36">
            <w:pPr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2:3</w:t>
            </w:r>
            <w:r w:rsidR="00F65352">
              <w:rPr>
                <w:rFonts w:ascii="Arial Narrow" w:hAnsi="Arial Narrow"/>
                <w:b/>
                <w:szCs w:val="24"/>
              </w:rPr>
              <w:t>5– 3:05</w:t>
            </w:r>
          </w:p>
        </w:tc>
        <w:tc>
          <w:tcPr>
            <w:tcW w:w="0" w:type="auto"/>
            <w:shd w:val="clear" w:color="auto" w:fill="auto"/>
          </w:tcPr>
          <w:p w14:paraId="4DCC668E" w14:textId="103AEF8D" w:rsidR="00D132DE" w:rsidRPr="00D132DE" w:rsidRDefault="0009311E" w:rsidP="00EA2672">
            <w:pPr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Student Attributes for Math Success (SAMS)</w:t>
            </w:r>
          </w:p>
          <w:p w14:paraId="3C1A509F" w14:textId="66672DA7" w:rsidR="00AC48BF" w:rsidRPr="003C2A9F" w:rsidRDefault="003C2A9F" w:rsidP="003C2A9F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Cs w:val="24"/>
              </w:rPr>
            </w:pPr>
            <w:r w:rsidRPr="003C2A9F">
              <w:rPr>
                <w:rFonts w:ascii="Arial Narrow" w:hAnsi="Arial Narrow"/>
                <w:szCs w:val="24"/>
              </w:rPr>
              <w:t>Read “You Can Grow Your Intelligence”</w:t>
            </w:r>
          </w:p>
          <w:p w14:paraId="1F4F46EC" w14:textId="77777777" w:rsidR="003C2A9F" w:rsidRPr="003C2A9F" w:rsidRDefault="003C2A9F" w:rsidP="003C2A9F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Cs w:val="24"/>
              </w:rPr>
            </w:pPr>
            <w:r w:rsidRPr="003C2A9F">
              <w:rPr>
                <w:rFonts w:ascii="Arial Narrow" w:hAnsi="Arial Narrow"/>
                <w:szCs w:val="24"/>
              </w:rPr>
              <w:t>Discuss how article can be used to foster student attributes for math success in the classroom</w:t>
            </w:r>
          </w:p>
          <w:p w14:paraId="3F608AC0" w14:textId="2428FF70" w:rsidR="003C2A9F" w:rsidRPr="003C2A9F" w:rsidRDefault="003C2A9F" w:rsidP="003C2A9F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Cs w:val="24"/>
              </w:rPr>
            </w:pPr>
            <w:r w:rsidRPr="003C2A9F">
              <w:rPr>
                <w:rFonts w:ascii="Arial Narrow" w:hAnsi="Arial Narrow"/>
                <w:szCs w:val="24"/>
              </w:rPr>
              <w:t>Share other ideas for addressing this issue</w:t>
            </w:r>
          </w:p>
          <w:p w14:paraId="5F740946" w14:textId="77777777" w:rsidR="007E41CF" w:rsidRPr="00E7504C" w:rsidRDefault="007E41CF" w:rsidP="00EA2672">
            <w:pPr>
              <w:rPr>
                <w:rFonts w:ascii="Arial Narrow" w:hAnsi="Arial Narrow"/>
                <w:szCs w:val="24"/>
              </w:rPr>
            </w:pPr>
          </w:p>
          <w:p w14:paraId="0CD22D0F" w14:textId="77777777" w:rsidR="00E71298" w:rsidRDefault="00E71298" w:rsidP="00EA2672">
            <w:pPr>
              <w:rPr>
                <w:rFonts w:ascii="Arial Narrow" w:hAnsi="Arial Narrow"/>
                <w:b/>
                <w:szCs w:val="24"/>
              </w:rPr>
            </w:pPr>
          </w:p>
        </w:tc>
      </w:tr>
      <w:tr w:rsidR="00625B85" w:rsidRPr="00D45504" w14:paraId="38F752C2" w14:textId="77777777" w:rsidTr="001F6FE8">
        <w:tc>
          <w:tcPr>
            <w:tcW w:w="1440" w:type="dxa"/>
            <w:shd w:val="clear" w:color="auto" w:fill="auto"/>
          </w:tcPr>
          <w:p w14:paraId="16ECE212" w14:textId="75B7B85F" w:rsidR="00412D81" w:rsidRPr="00D45504" w:rsidRDefault="00F65352" w:rsidP="00020C36">
            <w:pPr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3:</w:t>
            </w:r>
            <w:r w:rsidR="008A1435">
              <w:rPr>
                <w:rFonts w:ascii="Arial Narrow" w:hAnsi="Arial Narrow"/>
                <w:b/>
                <w:szCs w:val="24"/>
              </w:rPr>
              <w:t>0</w:t>
            </w:r>
            <w:r w:rsidR="00AC48BF">
              <w:rPr>
                <w:rFonts w:ascii="Arial Narrow" w:hAnsi="Arial Narrow"/>
                <w:b/>
                <w:szCs w:val="24"/>
              </w:rPr>
              <w:t>5</w:t>
            </w:r>
            <w:r>
              <w:rPr>
                <w:rFonts w:ascii="Arial Narrow" w:hAnsi="Arial Narrow"/>
                <w:b/>
                <w:szCs w:val="24"/>
              </w:rPr>
              <w:t xml:space="preserve"> – 3:20</w:t>
            </w:r>
          </w:p>
        </w:tc>
        <w:tc>
          <w:tcPr>
            <w:tcW w:w="0" w:type="auto"/>
            <w:shd w:val="clear" w:color="auto" w:fill="auto"/>
          </w:tcPr>
          <w:p w14:paraId="5E12927A" w14:textId="0271CD9D" w:rsidR="003626DA" w:rsidRDefault="008A1435" w:rsidP="003626DA">
            <w:pPr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Looking Ahead</w:t>
            </w:r>
          </w:p>
          <w:p w14:paraId="348CF654" w14:textId="3FCC403C" w:rsidR="00BC3F61" w:rsidRDefault="00BC3F61" w:rsidP="008B6A4D">
            <w:pPr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Summer Work Session</w:t>
            </w:r>
          </w:p>
          <w:p w14:paraId="19C90E59" w14:textId="4C242295" w:rsidR="00BC3F61" w:rsidRDefault="00BC3F61" w:rsidP="008B6A4D">
            <w:pPr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Considerations for building upon this work next year</w:t>
            </w:r>
          </w:p>
          <w:p w14:paraId="18A97B99" w14:textId="224499B4" w:rsidR="0052451D" w:rsidRPr="00D45504" w:rsidRDefault="0052451D" w:rsidP="008B6A4D">
            <w:pPr>
              <w:rPr>
                <w:rFonts w:ascii="Arial Narrow" w:hAnsi="Arial Narrow"/>
                <w:szCs w:val="24"/>
              </w:rPr>
            </w:pPr>
          </w:p>
        </w:tc>
      </w:tr>
      <w:tr w:rsidR="00D64A67" w:rsidRPr="00D45504" w14:paraId="75C4944B" w14:textId="77777777" w:rsidTr="001F6FE8">
        <w:tc>
          <w:tcPr>
            <w:tcW w:w="1440" w:type="dxa"/>
            <w:shd w:val="clear" w:color="auto" w:fill="auto"/>
          </w:tcPr>
          <w:p w14:paraId="4CED0F5A" w14:textId="77777777" w:rsidR="00D64A67" w:rsidRDefault="00D64A67" w:rsidP="00020C36">
            <w:pPr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D72BCDF" w14:textId="77777777" w:rsidR="00D64A67" w:rsidRDefault="00D64A67" w:rsidP="0037760D">
            <w:pPr>
              <w:rPr>
                <w:rFonts w:ascii="Arial Narrow" w:hAnsi="Arial Narrow"/>
                <w:b/>
                <w:szCs w:val="24"/>
              </w:rPr>
            </w:pPr>
          </w:p>
        </w:tc>
      </w:tr>
    </w:tbl>
    <w:p w14:paraId="22F5C2A3" w14:textId="1228018E" w:rsidR="00004D9C" w:rsidRPr="00D45504" w:rsidRDefault="00004D9C" w:rsidP="00004D9C">
      <w:pPr>
        <w:rPr>
          <w:szCs w:val="24"/>
        </w:rPr>
      </w:pPr>
    </w:p>
    <w:p w14:paraId="684073EB" w14:textId="77777777" w:rsidR="00494F80" w:rsidRPr="001815E0" w:rsidRDefault="00494F80" w:rsidP="00494F80">
      <w:pPr>
        <w:rPr>
          <w:rFonts w:ascii="Arial Narrow" w:hAnsi="Arial Narrow"/>
          <w:szCs w:val="24"/>
        </w:rPr>
      </w:pPr>
      <w:r w:rsidRPr="001815E0">
        <w:rPr>
          <w:rFonts w:ascii="Arial Narrow" w:hAnsi="Arial Narrow"/>
          <w:b/>
          <w:szCs w:val="24"/>
        </w:rPr>
        <w:t>Future Cohort Meeting Dates</w:t>
      </w:r>
      <w:r w:rsidRPr="001815E0">
        <w:rPr>
          <w:rFonts w:ascii="Arial Narrow" w:hAnsi="Arial Narrow"/>
          <w:szCs w:val="24"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0"/>
        <w:gridCol w:w="2520"/>
        <w:gridCol w:w="2520"/>
      </w:tblGrid>
      <w:tr w:rsidR="00494F80" w:rsidRPr="001815E0" w14:paraId="11B8BAF1" w14:textId="77777777" w:rsidTr="005639AD">
        <w:tc>
          <w:tcPr>
            <w:tcW w:w="2520" w:type="dxa"/>
          </w:tcPr>
          <w:p w14:paraId="0BABDCDC" w14:textId="77777777" w:rsidR="00494F80" w:rsidRPr="001815E0" w:rsidRDefault="00494F80" w:rsidP="005639AD">
            <w:pPr>
              <w:pStyle w:val="Title"/>
              <w:jc w:val="both"/>
              <w:rPr>
                <w:rFonts w:ascii="Arial Narrow" w:hAnsi="Arial Narrow"/>
                <w:b w:val="0"/>
                <w:strike/>
                <w:sz w:val="24"/>
                <w:szCs w:val="24"/>
              </w:rPr>
            </w:pPr>
            <w:r w:rsidRPr="001815E0">
              <w:rPr>
                <w:rFonts w:ascii="Arial Narrow" w:hAnsi="Arial Narrow"/>
                <w:b w:val="0"/>
                <w:strike/>
                <w:sz w:val="24"/>
                <w:szCs w:val="24"/>
              </w:rPr>
              <w:t>October 25, 2012</w:t>
            </w:r>
          </w:p>
        </w:tc>
        <w:tc>
          <w:tcPr>
            <w:tcW w:w="2520" w:type="dxa"/>
          </w:tcPr>
          <w:p w14:paraId="5B449945" w14:textId="77777777" w:rsidR="00494F80" w:rsidRPr="00E06D2B" w:rsidRDefault="00494F80" w:rsidP="005639AD">
            <w:pPr>
              <w:pStyle w:val="Title"/>
              <w:jc w:val="both"/>
              <w:rPr>
                <w:rFonts w:ascii="Arial Narrow" w:hAnsi="Arial Narrow"/>
                <w:b w:val="0"/>
                <w:strike/>
                <w:sz w:val="24"/>
                <w:szCs w:val="24"/>
              </w:rPr>
            </w:pPr>
            <w:r w:rsidRPr="00E06D2B">
              <w:rPr>
                <w:rFonts w:ascii="Arial Narrow" w:hAnsi="Arial Narrow"/>
                <w:b w:val="0"/>
                <w:strike/>
                <w:sz w:val="24"/>
                <w:szCs w:val="24"/>
              </w:rPr>
              <w:t>January 17, 2013</w:t>
            </w:r>
          </w:p>
          <w:p w14:paraId="71B8D27E" w14:textId="77777777" w:rsidR="00494F80" w:rsidRPr="001815E0" w:rsidRDefault="00494F80" w:rsidP="005639AD">
            <w:pPr>
              <w:pStyle w:val="Title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20" w:type="dxa"/>
          </w:tcPr>
          <w:p w14:paraId="5A70113A" w14:textId="77777777" w:rsidR="00494F80" w:rsidRPr="00BC3F61" w:rsidRDefault="00494F80" w:rsidP="005639AD">
            <w:pPr>
              <w:pStyle w:val="Title"/>
              <w:jc w:val="both"/>
              <w:rPr>
                <w:rFonts w:ascii="Arial Narrow" w:hAnsi="Arial Narrow"/>
                <w:b w:val="0"/>
                <w:strike/>
                <w:sz w:val="24"/>
                <w:szCs w:val="24"/>
              </w:rPr>
            </w:pPr>
            <w:r w:rsidRPr="00BC3F61">
              <w:rPr>
                <w:rFonts w:ascii="Arial Narrow" w:hAnsi="Arial Narrow"/>
                <w:b w:val="0"/>
                <w:strike/>
                <w:sz w:val="24"/>
                <w:szCs w:val="24"/>
              </w:rPr>
              <w:t>March 14, 2013</w:t>
            </w:r>
          </w:p>
          <w:p w14:paraId="1851B5D0" w14:textId="77777777" w:rsidR="00494F80" w:rsidRPr="001815E0" w:rsidRDefault="00494F80" w:rsidP="005639AD">
            <w:pPr>
              <w:pStyle w:val="Title"/>
              <w:jc w:val="both"/>
              <w:rPr>
                <w:rFonts w:ascii="Arial Narrow" w:hAnsi="Arial Narrow"/>
                <w:b w:val="0"/>
                <w:sz w:val="24"/>
                <w:szCs w:val="24"/>
              </w:rPr>
            </w:pPr>
          </w:p>
        </w:tc>
      </w:tr>
      <w:tr w:rsidR="00494F80" w:rsidRPr="001815E0" w14:paraId="0600B768" w14:textId="77777777" w:rsidTr="005639AD">
        <w:tc>
          <w:tcPr>
            <w:tcW w:w="2520" w:type="dxa"/>
          </w:tcPr>
          <w:p w14:paraId="76E862E0" w14:textId="77777777" w:rsidR="00494F80" w:rsidRPr="00397CF3" w:rsidRDefault="00494F80" w:rsidP="005639AD">
            <w:pPr>
              <w:pStyle w:val="Title"/>
              <w:jc w:val="both"/>
              <w:rPr>
                <w:rFonts w:ascii="Arial Narrow" w:hAnsi="Arial Narrow"/>
                <w:b w:val="0"/>
                <w:strike/>
                <w:sz w:val="24"/>
                <w:szCs w:val="24"/>
              </w:rPr>
            </w:pPr>
            <w:r w:rsidRPr="00397CF3">
              <w:rPr>
                <w:rFonts w:ascii="Arial Narrow" w:hAnsi="Arial Narrow"/>
                <w:b w:val="0"/>
                <w:strike/>
                <w:sz w:val="24"/>
                <w:szCs w:val="24"/>
              </w:rPr>
              <w:t>November 15, 2012</w:t>
            </w:r>
          </w:p>
          <w:p w14:paraId="4C261579" w14:textId="77777777" w:rsidR="00494F80" w:rsidRPr="001815E0" w:rsidRDefault="00494F80" w:rsidP="005639AD">
            <w:pPr>
              <w:jc w:val="both"/>
              <w:rPr>
                <w:rFonts w:ascii="Arial Narrow" w:hAnsi="Arial Narrow"/>
                <w:szCs w:val="24"/>
              </w:rPr>
            </w:pPr>
          </w:p>
        </w:tc>
        <w:tc>
          <w:tcPr>
            <w:tcW w:w="2520" w:type="dxa"/>
          </w:tcPr>
          <w:p w14:paraId="6C12A496" w14:textId="77777777" w:rsidR="00494F80" w:rsidRPr="00B72123" w:rsidRDefault="00494F80" w:rsidP="005639AD">
            <w:pPr>
              <w:pStyle w:val="Title"/>
              <w:jc w:val="both"/>
              <w:rPr>
                <w:rFonts w:ascii="Arial Narrow" w:hAnsi="Arial Narrow"/>
                <w:b w:val="0"/>
                <w:strike/>
                <w:sz w:val="24"/>
                <w:szCs w:val="24"/>
              </w:rPr>
            </w:pPr>
            <w:r w:rsidRPr="00B72123">
              <w:rPr>
                <w:rFonts w:ascii="Arial Narrow" w:hAnsi="Arial Narrow"/>
                <w:b w:val="0"/>
                <w:strike/>
                <w:sz w:val="24"/>
                <w:szCs w:val="24"/>
              </w:rPr>
              <w:t>February 7, 2013</w:t>
            </w:r>
          </w:p>
          <w:p w14:paraId="22410255" w14:textId="77777777" w:rsidR="00494F80" w:rsidRPr="001815E0" w:rsidRDefault="00494F80" w:rsidP="005639AD">
            <w:pPr>
              <w:pStyle w:val="Title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20" w:type="dxa"/>
          </w:tcPr>
          <w:p w14:paraId="330349D3" w14:textId="77777777" w:rsidR="00494F80" w:rsidRPr="001815E0" w:rsidRDefault="00494F80" w:rsidP="005639AD">
            <w:pPr>
              <w:pStyle w:val="Title"/>
              <w:jc w:val="both"/>
              <w:rPr>
                <w:rFonts w:ascii="Arial Narrow" w:hAnsi="Arial Narrow"/>
                <w:b w:val="0"/>
                <w:sz w:val="24"/>
                <w:szCs w:val="24"/>
              </w:rPr>
            </w:pPr>
            <w:r w:rsidRPr="001815E0">
              <w:rPr>
                <w:rFonts w:ascii="Arial Narrow" w:hAnsi="Arial Narrow"/>
                <w:b w:val="0"/>
                <w:sz w:val="24"/>
                <w:szCs w:val="24"/>
              </w:rPr>
              <w:t>April 25, 2013</w:t>
            </w:r>
          </w:p>
          <w:p w14:paraId="2034006A" w14:textId="77777777" w:rsidR="00494F80" w:rsidRPr="001815E0" w:rsidRDefault="00494F80" w:rsidP="005639AD">
            <w:pPr>
              <w:pStyle w:val="Title"/>
              <w:jc w:val="both"/>
              <w:rPr>
                <w:rFonts w:ascii="Arial Narrow" w:hAnsi="Arial Narrow"/>
                <w:b w:val="0"/>
                <w:sz w:val="24"/>
                <w:szCs w:val="24"/>
              </w:rPr>
            </w:pPr>
          </w:p>
        </w:tc>
      </w:tr>
      <w:tr w:rsidR="00494F80" w:rsidRPr="001815E0" w14:paraId="2C2D2330" w14:textId="77777777" w:rsidTr="005639AD">
        <w:tc>
          <w:tcPr>
            <w:tcW w:w="2520" w:type="dxa"/>
          </w:tcPr>
          <w:p w14:paraId="6488BC8A" w14:textId="77777777" w:rsidR="00494F80" w:rsidRPr="00494F80" w:rsidRDefault="00494F80" w:rsidP="005639AD">
            <w:pPr>
              <w:pStyle w:val="Title"/>
              <w:jc w:val="both"/>
              <w:rPr>
                <w:rFonts w:ascii="Arial Narrow" w:hAnsi="Arial Narrow"/>
                <w:b w:val="0"/>
                <w:strike/>
                <w:sz w:val="24"/>
                <w:szCs w:val="24"/>
              </w:rPr>
            </w:pPr>
            <w:r w:rsidRPr="00494F80">
              <w:rPr>
                <w:rFonts w:ascii="Arial Narrow" w:hAnsi="Arial Narrow"/>
                <w:b w:val="0"/>
                <w:strike/>
                <w:sz w:val="24"/>
                <w:szCs w:val="24"/>
              </w:rPr>
              <w:t>December 6, 2012</w:t>
            </w:r>
          </w:p>
          <w:p w14:paraId="6CB5D6F7" w14:textId="77777777" w:rsidR="00494F80" w:rsidRPr="001815E0" w:rsidRDefault="00494F80" w:rsidP="005639AD">
            <w:pPr>
              <w:jc w:val="both"/>
              <w:rPr>
                <w:rFonts w:ascii="Arial Narrow" w:hAnsi="Arial Narrow"/>
                <w:szCs w:val="24"/>
              </w:rPr>
            </w:pPr>
          </w:p>
        </w:tc>
        <w:tc>
          <w:tcPr>
            <w:tcW w:w="2520" w:type="dxa"/>
          </w:tcPr>
          <w:p w14:paraId="1704C3F5" w14:textId="77777777" w:rsidR="00494F80" w:rsidRPr="00F61B4F" w:rsidRDefault="00494F80" w:rsidP="005639AD">
            <w:pPr>
              <w:pStyle w:val="Title"/>
              <w:jc w:val="both"/>
              <w:rPr>
                <w:rFonts w:ascii="Arial Narrow" w:hAnsi="Arial Narrow"/>
                <w:b w:val="0"/>
                <w:strike/>
                <w:sz w:val="24"/>
                <w:szCs w:val="24"/>
              </w:rPr>
            </w:pPr>
            <w:r w:rsidRPr="00F61B4F">
              <w:rPr>
                <w:rFonts w:ascii="Arial Narrow" w:hAnsi="Arial Narrow"/>
                <w:b w:val="0"/>
                <w:strike/>
                <w:sz w:val="24"/>
                <w:szCs w:val="24"/>
              </w:rPr>
              <w:t>February 28, 2013</w:t>
            </w:r>
          </w:p>
          <w:p w14:paraId="2CDE5C28" w14:textId="77777777" w:rsidR="00494F80" w:rsidRPr="001815E0" w:rsidRDefault="00494F80" w:rsidP="005639AD">
            <w:pPr>
              <w:pStyle w:val="Title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20" w:type="dxa"/>
          </w:tcPr>
          <w:p w14:paraId="69822F50" w14:textId="77777777" w:rsidR="00494F80" w:rsidRPr="001815E0" w:rsidRDefault="00494F80" w:rsidP="005639AD">
            <w:pPr>
              <w:jc w:val="both"/>
              <w:rPr>
                <w:rFonts w:ascii="Arial Narrow" w:hAnsi="Arial Narrow"/>
                <w:szCs w:val="24"/>
              </w:rPr>
            </w:pPr>
            <w:r w:rsidRPr="001815E0">
              <w:rPr>
                <w:rFonts w:ascii="Arial Narrow" w:hAnsi="Arial Narrow"/>
                <w:szCs w:val="24"/>
              </w:rPr>
              <w:t>May 16, 2013</w:t>
            </w:r>
          </w:p>
          <w:p w14:paraId="425E0686" w14:textId="77777777" w:rsidR="00494F80" w:rsidRPr="001815E0" w:rsidRDefault="00494F80" w:rsidP="005639AD">
            <w:pPr>
              <w:pStyle w:val="Title"/>
              <w:jc w:val="both"/>
              <w:rPr>
                <w:rFonts w:ascii="Arial Narrow" w:hAnsi="Arial Narrow"/>
                <w:b w:val="0"/>
                <w:sz w:val="24"/>
                <w:szCs w:val="24"/>
              </w:rPr>
            </w:pPr>
          </w:p>
        </w:tc>
      </w:tr>
    </w:tbl>
    <w:p w14:paraId="63030B84" w14:textId="77777777" w:rsidR="00004D9C" w:rsidRPr="00D45504" w:rsidRDefault="00004D9C" w:rsidP="00004D9C">
      <w:pPr>
        <w:rPr>
          <w:rFonts w:ascii="Arial Narrow" w:hAnsi="Arial Narrow"/>
          <w:b/>
          <w:szCs w:val="24"/>
        </w:rPr>
      </w:pPr>
      <w:r w:rsidRPr="00D45504">
        <w:rPr>
          <w:rFonts w:ascii="Arial Narrow" w:hAnsi="Arial Narrow"/>
          <w:b/>
          <w:szCs w:val="24"/>
        </w:rPr>
        <w:t>Norms for our Work:</w:t>
      </w:r>
    </w:p>
    <w:p w14:paraId="06DDA1B2" w14:textId="77777777" w:rsidR="00004D9C" w:rsidRPr="00D45504" w:rsidRDefault="00004D9C" w:rsidP="00004D9C">
      <w:pPr>
        <w:numPr>
          <w:ilvl w:val="0"/>
          <w:numId w:val="2"/>
        </w:numPr>
        <w:rPr>
          <w:rFonts w:ascii="Arial Narrow" w:hAnsi="Arial Narrow"/>
          <w:b/>
          <w:szCs w:val="24"/>
        </w:rPr>
      </w:pPr>
      <w:r w:rsidRPr="00D45504">
        <w:rPr>
          <w:rFonts w:ascii="Arial Narrow" w:hAnsi="Arial Narrow"/>
          <w:b/>
          <w:szCs w:val="24"/>
        </w:rPr>
        <w:t>Presume positive intentions.</w:t>
      </w:r>
    </w:p>
    <w:p w14:paraId="7F90DBDD" w14:textId="77777777" w:rsidR="00004D9C" w:rsidRPr="00D45504" w:rsidRDefault="00004D9C" w:rsidP="00004D9C">
      <w:pPr>
        <w:pStyle w:val="Heading1"/>
        <w:numPr>
          <w:ilvl w:val="0"/>
          <w:numId w:val="2"/>
        </w:numPr>
        <w:jc w:val="left"/>
        <w:rPr>
          <w:rFonts w:ascii="Arial Narrow" w:hAnsi="Arial Narrow"/>
          <w:sz w:val="24"/>
          <w:szCs w:val="24"/>
        </w:rPr>
      </w:pPr>
      <w:r w:rsidRPr="00D45504">
        <w:rPr>
          <w:rFonts w:ascii="Arial Narrow" w:hAnsi="Arial Narrow"/>
          <w:sz w:val="24"/>
          <w:szCs w:val="24"/>
        </w:rPr>
        <w:t>Respect for multiple perspectives.</w:t>
      </w:r>
    </w:p>
    <w:p w14:paraId="734FA1F2" w14:textId="77777777" w:rsidR="00004D9C" w:rsidRPr="00D45504" w:rsidRDefault="00004D9C" w:rsidP="00004D9C">
      <w:pPr>
        <w:numPr>
          <w:ilvl w:val="0"/>
          <w:numId w:val="2"/>
        </w:numPr>
        <w:rPr>
          <w:rFonts w:ascii="Arial Narrow" w:hAnsi="Arial Narrow"/>
          <w:b/>
          <w:szCs w:val="24"/>
        </w:rPr>
      </w:pPr>
      <w:r w:rsidRPr="00D45504">
        <w:rPr>
          <w:rFonts w:ascii="Arial Narrow" w:hAnsi="Arial Narrow"/>
          <w:b/>
          <w:szCs w:val="24"/>
        </w:rPr>
        <w:t>Equity of All Voices.</w:t>
      </w:r>
    </w:p>
    <w:p w14:paraId="5104BA13" w14:textId="77777777" w:rsidR="00004D9C" w:rsidRPr="00D45504" w:rsidRDefault="00004D9C" w:rsidP="00004D9C">
      <w:pPr>
        <w:rPr>
          <w:szCs w:val="24"/>
        </w:rPr>
      </w:pPr>
    </w:p>
    <w:p w14:paraId="3D6339CD" w14:textId="77777777" w:rsidR="000319DC" w:rsidRDefault="000319DC"/>
    <w:sectPr w:rsidR="000319DC">
      <w:pgSz w:w="12240" w:h="15840"/>
      <w:pgMar w:top="864" w:right="864" w:bottom="864" w:left="8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F24EC"/>
    <w:multiLevelType w:val="hybridMultilevel"/>
    <w:tmpl w:val="6C349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3D5A73"/>
    <w:multiLevelType w:val="hybridMultilevel"/>
    <w:tmpl w:val="519AFD8C"/>
    <w:lvl w:ilvl="0" w:tplc="58EA9C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81350FA"/>
    <w:multiLevelType w:val="hybridMultilevel"/>
    <w:tmpl w:val="8B2E0500"/>
    <w:lvl w:ilvl="0" w:tplc="58EA9C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34782D9A"/>
    <w:multiLevelType w:val="hybridMultilevel"/>
    <w:tmpl w:val="6346CE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FE4424"/>
    <w:multiLevelType w:val="hybridMultilevel"/>
    <w:tmpl w:val="9CC01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651FEF"/>
    <w:multiLevelType w:val="hybridMultilevel"/>
    <w:tmpl w:val="8934159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3DB3FCE"/>
    <w:multiLevelType w:val="hybridMultilevel"/>
    <w:tmpl w:val="1F36E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776D76"/>
    <w:multiLevelType w:val="hybridMultilevel"/>
    <w:tmpl w:val="11E005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0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D9C"/>
    <w:rsid w:val="00004D9C"/>
    <w:rsid w:val="00020C36"/>
    <w:rsid w:val="000319DC"/>
    <w:rsid w:val="0009311E"/>
    <w:rsid w:val="000A64CD"/>
    <w:rsid w:val="000B2ED4"/>
    <w:rsid w:val="000D1819"/>
    <w:rsid w:val="001220B0"/>
    <w:rsid w:val="001440AE"/>
    <w:rsid w:val="001567C4"/>
    <w:rsid w:val="00160B4D"/>
    <w:rsid w:val="001B0DA2"/>
    <w:rsid w:val="001B638F"/>
    <w:rsid w:val="001D2C41"/>
    <w:rsid w:val="001F6FE8"/>
    <w:rsid w:val="00272217"/>
    <w:rsid w:val="002870F7"/>
    <w:rsid w:val="002B5A13"/>
    <w:rsid w:val="002E66FF"/>
    <w:rsid w:val="002F2FBD"/>
    <w:rsid w:val="00302475"/>
    <w:rsid w:val="0030647D"/>
    <w:rsid w:val="00332943"/>
    <w:rsid w:val="00355099"/>
    <w:rsid w:val="003626DA"/>
    <w:rsid w:val="0037760D"/>
    <w:rsid w:val="003C2A9F"/>
    <w:rsid w:val="00412D81"/>
    <w:rsid w:val="004639B1"/>
    <w:rsid w:val="00494E12"/>
    <w:rsid w:val="00494F80"/>
    <w:rsid w:val="004C0058"/>
    <w:rsid w:val="004F4CBB"/>
    <w:rsid w:val="00505518"/>
    <w:rsid w:val="00506BA4"/>
    <w:rsid w:val="00515FC5"/>
    <w:rsid w:val="0052451D"/>
    <w:rsid w:val="00542EFB"/>
    <w:rsid w:val="00562FCF"/>
    <w:rsid w:val="005639AD"/>
    <w:rsid w:val="00563EFE"/>
    <w:rsid w:val="00564415"/>
    <w:rsid w:val="00571F0E"/>
    <w:rsid w:val="005B1EB4"/>
    <w:rsid w:val="005B5ABD"/>
    <w:rsid w:val="00625B85"/>
    <w:rsid w:val="00642DF0"/>
    <w:rsid w:val="006B0D44"/>
    <w:rsid w:val="006C2488"/>
    <w:rsid w:val="006D4834"/>
    <w:rsid w:val="006E3D33"/>
    <w:rsid w:val="0070497A"/>
    <w:rsid w:val="007058B4"/>
    <w:rsid w:val="007232F2"/>
    <w:rsid w:val="00723D2A"/>
    <w:rsid w:val="00731C88"/>
    <w:rsid w:val="00734418"/>
    <w:rsid w:val="00754C36"/>
    <w:rsid w:val="00772931"/>
    <w:rsid w:val="007A3C6C"/>
    <w:rsid w:val="007C1865"/>
    <w:rsid w:val="007C70AC"/>
    <w:rsid w:val="007E1549"/>
    <w:rsid w:val="007E41CF"/>
    <w:rsid w:val="007E633E"/>
    <w:rsid w:val="00805F06"/>
    <w:rsid w:val="00821E79"/>
    <w:rsid w:val="00841880"/>
    <w:rsid w:val="00843528"/>
    <w:rsid w:val="00874C56"/>
    <w:rsid w:val="00883C36"/>
    <w:rsid w:val="00894FF9"/>
    <w:rsid w:val="008A1435"/>
    <w:rsid w:val="008B6A4D"/>
    <w:rsid w:val="008E307A"/>
    <w:rsid w:val="008F788A"/>
    <w:rsid w:val="0093468E"/>
    <w:rsid w:val="009363FF"/>
    <w:rsid w:val="00951BCC"/>
    <w:rsid w:val="009C007E"/>
    <w:rsid w:val="009C5682"/>
    <w:rsid w:val="00A506AC"/>
    <w:rsid w:val="00A5172A"/>
    <w:rsid w:val="00AA3711"/>
    <w:rsid w:val="00AC48BF"/>
    <w:rsid w:val="00AE0156"/>
    <w:rsid w:val="00AF39DF"/>
    <w:rsid w:val="00B01F97"/>
    <w:rsid w:val="00B17273"/>
    <w:rsid w:val="00B376EC"/>
    <w:rsid w:val="00B64D0A"/>
    <w:rsid w:val="00B72123"/>
    <w:rsid w:val="00B815ED"/>
    <w:rsid w:val="00B839BE"/>
    <w:rsid w:val="00BC3F61"/>
    <w:rsid w:val="00BC6339"/>
    <w:rsid w:val="00C37AC4"/>
    <w:rsid w:val="00D132DE"/>
    <w:rsid w:val="00D16E83"/>
    <w:rsid w:val="00D2318B"/>
    <w:rsid w:val="00D262A2"/>
    <w:rsid w:val="00D35518"/>
    <w:rsid w:val="00D44D79"/>
    <w:rsid w:val="00D45504"/>
    <w:rsid w:val="00D64A67"/>
    <w:rsid w:val="00D90205"/>
    <w:rsid w:val="00DA7084"/>
    <w:rsid w:val="00DC5E0B"/>
    <w:rsid w:val="00DE4F0D"/>
    <w:rsid w:val="00DF38B9"/>
    <w:rsid w:val="00E06D2B"/>
    <w:rsid w:val="00E125A7"/>
    <w:rsid w:val="00E650B6"/>
    <w:rsid w:val="00E71298"/>
    <w:rsid w:val="00E7504C"/>
    <w:rsid w:val="00E77BBF"/>
    <w:rsid w:val="00E901F5"/>
    <w:rsid w:val="00EA2672"/>
    <w:rsid w:val="00EA31D4"/>
    <w:rsid w:val="00EA34BB"/>
    <w:rsid w:val="00EC1419"/>
    <w:rsid w:val="00ED6926"/>
    <w:rsid w:val="00F31B34"/>
    <w:rsid w:val="00F61B4F"/>
    <w:rsid w:val="00F65352"/>
    <w:rsid w:val="00FB1D26"/>
    <w:rsid w:val="00FF1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E1F680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D9C"/>
    <w:rPr>
      <w:rFonts w:ascii="Times" w:eastAsia="Times" w:hAnsi="Times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04D9C"/>
    <w:pPr>
      <w:keepNext/>
      <w:jc w:val="center"/>
      <w:outlineLvl w:val="0"/>
    </w:pPr>
    <w:rPr>
      <w:rFonts w:ascii="Times New Roman" w:hAnsi="Times New Roman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04D9C"/>
    <w:rPr>
      <w:rFonts w:eastAsia="Times"/>
      <w:b/>
      <w:sz w:val="28"/>
      <w:lang w:eastAsia="en-US"/>
    </w:rPr>
  </w:style>
  <w:style w:type="paragraph" w:styleId="Title">
    <w:name w:val="Title"/>
    <w:basedOn w:val="Normal"/>
    <w:link w:val="TitleChar"/>
    <w:qFormat/>
    <w:rsid w:val="00004D9C"/>
    <w:pPr>
      <w:jc w:val="center"/>
    </w:pPr>
    <w:rPr>
      <w:rFonts w:ascii="Times New Roman" w:hAnsi="Times New Roman"/>
      <w:b/>
      <w:sz w:val="28"/>
    </w:rPr>
  </w:style>
  <w:style w:type="character" w:customStyle="1" w:styleId="TitleChar">
    <w:name w:val="Title Char"/>
    <w:basedOn w:val="DefaultParagraphFont"/>
    <w:link w:val="Title"/>
    <w:rsid w:val="00004D9C"/>
    <w:rPr>
      <w:rFonts w:eastAsia="Times"/>
      <w:b/>
      <w:sz w:val="28"/>
      <w:lang w:eastAsia="en-US"/>
    </w:rPr>
  </w:style>
  <w:style w:type="table" w:styleId="TableGrid">
    <w:name w:val="Table Grid"/>
    <w:basedOn w:val="TableNormal"/>
    <w:uiPriority w:val="59"/>
    <w:rsid w:val="00642D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42E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D9C"/>
    <w:rPr>
      <w:rFonts w:ascii="Times" w:eastAsia="Times" w:hAnsi="Times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04D9C"/>
    <w:pPr>
      <w:keepNext/>
      <w:jc w:val="center"/>
      <w:outlineLvl w:val="0"/>
    </w:pPr>
    <w:rPr>
      <w:rFonts w:ascii="Times New Roman" w:hAnsi="Times New Roman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04D9C"/>
    <w:rPr>
      <w:rFonts w:eastAsia="Times"/>
      <w:b/>
      <w:sz w:val="28"/>
      <w:lang w:eastAsia="en-US"/>
    </w:rPr>
  </w:style>
  <w:style w:type="paragraph" w:styleId="Title">
    <w:name w:val="Title"/>
    <w:basedOn w:val="Normal"/>
    <w:link w:val="TitleChar"/>
    <w:qFormat/>
    <w:rsid w:val="00004D9C"/>
    <w:pPr>
      <w:jc w:val="center"/>
    </w:pPr>
    <w:rPr>
      <w:rFonts w:ascii="Times New Roman" w:hAnsi="Times New Roman"/>
      <w:b/>
      <w:sz w:val="28"/>
    </w:rPr>
  </w:style>
  <w:style w:type="character" w:customStyle="1" w:styleId="TitleChar">
    <w:name w:val="Title Char"/>
    <w:basedOn w:val="DefaultParagraphFont"/>
    <w:link w:val="Title"/>
    <w:rsid w:val="00004D9C"/>
    <w:rPr>
      <w:rFonts w:eastAsia="Times"/>
      <w:b/>
      <w:sz w:val="28"/>
      <w:lang w:eastAsia="en-US"/>
    </w:rPr>
  </w:style>
  <w:style w:type="table" w:styleId="TableGrid">
    <w:name w:val="Table Grid"/>
    <w:basedOn w:val="TableNormal"/>
    <w:uiPriority w:val="59"/>
    <w:rsid w:val="00642D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42E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E6F8A634</Template>
  <TotalTime>0</TotalTime>
  <Pages>1</Pages>
  <Words>244</Words>
  <Characters>1397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Northshore School District</Company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Gruber</dc:creator>
  <cp:lastModifiedBy>Luce, Megan</cp:lastModifiedBy>
  <cp:revision>2</cp:revision>
  <cp:lastPrinted>2011-09-28T17:12:00Z</cp:lastPrinted>
  <dcterms:created xsi:type="dcterms:W3CDTF">2013-07-18T21:28:00Z</dcterms:created>
  <dcterms:modified xsi:type="dcterms:W3CDTF">2013-07-18T21:28:00Z</dcterms:modified>
</cp:coreProperties>
</file>